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6086"/>
        <w:gridCol w:w="1116"/>
        <w:gridCol w:w="1156"/>
        <w:gridCol w:w="1349"/>
      </w:tblGrid>
      <w:tr w:rsidR="0015565B" w:rsidRPr="00DF25B3" w:rsidTr="009735EA">
        <w:trPr>
          <w:trHeight w:val="315"/>
          <w:jc w:val="center"/>
        </w:trPr>
        <w:tc>
          <w:tcPr>
            <w:tcW w:w="6799" w:type="dxa"/>
            <w:gridSpan w:val="2"/>
            <w:shd w:val="clear" w:color="auto" w:fill="auto"/>
            <w:noWrap/>
            <w:vAlign w:val="bottom"/>
          </w:tcPr>
          <w:p w:rsidR="0015565B" w:rsidRPr="00DF25B3" w:rsidRDefault="00A40B4A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Α</w:t>
            </w:r>
          </w:p>
        </w:tc>
        <w:tc>
          <w:tcPr>
            <w:tcW w:w="1116" w:type="dxa"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156" w:type="dxa"/>
            <w:shd w:val="clear" w:color="auto" w:fill="auto"/>
            <w:noWrap/>
            <w:vAlign w:val="bottom"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349" w:type="dxa"/>
            <w:shd w:val="clear" w:color="auto" w:fill="auto"/>
            <w:noWrap/>
            <w:vAlign w:val="bottom"/>
          </w:tcPr>
          <w:p w:rsidR="0015565B" w:rsidRPr="00DF25B3" w:rsidRDefault="0015565B" w:rsidP="007420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9735EA">
        <w:trPr>
          <w:trHeight w:val="315"/>
          <w:jc w:val="center"/>
        </w:trPr>
        <w:tc>
          <w:tcPr>
            <w:tcW w:w="6799" w:type="dxa"/>
            <w:gridSpan w:val="2"/>
            <w:shd w:val="clear" w:color="auto" w:fill="auto"/>
            <w:noWrap/>
            <w:vAlign w:val="center"/>
            <w:hideMark/>
          </w:tcPr>
          <w:p w:rsidR="0015565B" w:rsidRPr="00DF25B3" w:rsidRDefault="001E6292" w:rsidP="00083F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</w:t>
            </w:r>
            <w:r w:rsidRPr="001E629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r w:rsidR="00C65E37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Α11-</w:t>
            </w:r>
            <w:r w:rsidR="00C65E37" w:rsidRPr="00C65E37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Ο1.Ε13 Τύπος 01</w:t>
            </w:r>
            <w:r w:rsidR="00083FA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(τύπου </w:t>
            </w:r>
            <w:r w:rsidR="00083FA3" w:rsidRPr="00083FA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Apple</w:t>
            </w:r>
            <w:r w:rsidR="00083FA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)</w:t>
            </w:r>
            <w:bookmarkStart w:id="0" w:name="_GoBack"/>
            <w:bookmarkEnd w:id="0"/>
          </w:p>
        </w:tc>
        <w:tc>
          <w:tcPr>
            <w:tcW w:w="1116" w:type="dxa"/>
            <w:vAlign w:val="center"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5565B" w:rsidRPr="00DF25B3" w:rsidRDefault="0015565B" w:rsidP="007420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F41BA0" w:rsidRPr="00F41BA0" w:rsidTr="009735EA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Α/Α</w:t>
            </w:r>
          </w:p>
        </w:tc>
        <w:tc>
          <w:tcPr>
            <w:tcW w:w="6086" w:type="dxa"/>
            <w:shd w:val="clear" w:color="auto" w:fill="auto"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Απαίτηση</w:t>
            </w:r>
          </w:p>
        </w:tc>
        <w:tc>
          <w:tcPr>
            <w:tcW w:w="1116" w:type="dxa"/>
            <w:vAlign w:val="center"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Απαίτηση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Απάντηση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Παραπομπή</w:t>
            </w:r>
          </w:p>
        </w:tc>
      </w:tr>
      <w:tr w:rsidR="00C65E37" w:rsidRPr="00DF25B3" w:rsidTr="009735EA">
        <w:trPr>
          <w:trHeight w:val="290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C65E37" w:rsidRPr="00432CD9" w:rsidRDefault="00C65E37" w:rsidP="00C65E37">
            <w:pPr>
              <w:jc w:val="center"/>
            </w:pPr>
            <w:r w:rsidRPr="00432CD9">
              <w:t>1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37" w:rsidRPr="00620DD0" w:rsidRDefault="00C65E37" w:rsidP="00C65E37">
            <w:r w:rsidRPr="00620DD0">
              <w:t xml:space="preserve">Λειτουργικό σύστημα </w:t>
            </w:r>
            <w:proofErr w:type="spellStart"/>
            <w:r w:rsidRPr="00620DD0">
              <w:t>Mac</w:t>
            </w:r>
            <w:proofErr w:type="spellEnd"/>
            <w:r w:rsidRPr="00620DD0">
              <w:t xml:space="preserve"> </w:t>
            </w:r>
            <w:proofErr w:type="spellStart"/>
            <w:r w:rsidRPr="00620DD0">
              <w:t>Os</w:t>
            </w:r>
            <w:proofErr w:type="spellEnd"/>
          </w:p>
        </w:tc>
        <w:tc>
          <w:tcPr>
            <w:tcW w:w="1116" w:type="dxa"/>
            <w:vAlign w:val="center"/>
          </w:tcPr>
          <w:p w:rsidR="00C65E37" w:rsidRPr="00432CD9" w:rsidRDefault="00C65E37" w:rsidP="00C65E37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C65E37" w:rsidRPr="00432CD9" w:rsidRDefault="00C65E37" w:rsidP="00C65E37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C65E37" w:rsidRPr="00432CD9" w:rsidRDefault="00C65E37" w:rsidP="00C65E37">
            <w:r w:rsidRPr="00432CD9">
              <w:t xml:space="preserve"> </w:t>
            </w:r>
          </w:p>
        </w:tc>
      </w:tr>
      <w:tr w:rsidR="00C65E37" w:rsidRPr="00DF25B3" w:rsidTr="00C65E37">
        <w:trPr>
          <w:trHeight w:val="395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C65E37" w:rsidRPr="00432CD9" w:rsidRDefault="00C65E37" w:rsidP="00C65E37">
            <w:pPr>
              <w:jc w:val="center"/>
            </w:pPr>
            <w:r w:rsidRPr="00432CD9">
              <w:t>2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37" w:rsidRPr="00620DD0" w:rsidRDefault="00C65E37" w:rsidP="00C65E37">
            <w:r w:rsidRPr="00620DD0">
              <w:t xml:space="preserve">Επεξεργαστής τεχνολογίας ARM τύπου </w:t>
            </w:r>
            <w:proofErr w:type="spellStart"/>
            <w:r w:rsidRPr="00620DD0">
              <w:t>apple</w:t>
            </w:r>
            <w:proofErr w:type="spellEnd"/>
            <w:r w:rsidRPr="00620DD0">
              <w:t xml:space="preserve"> M3</w:t>
            </w:r>
          </w:p>
        </w:tc>
        <w:tc>
          <w:tcPr>
            <w:tcW w:w="1116" w:type="dxa"/>
            <w:vAlign w:val="center"/>
          </w:tcPr>
          <w:p w:rsidR="00C65E37" w:rsidRPr="00432CD9" w:rsidRDefault="00C65E37" w:rsidP="00C65E37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C65E37" w:rsidRPr="00432CD9" w:rsidRDefault="00C65E37" w:rsidP="00C65E37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C65E37" w:rsidRPr="00432CD9" w:rsidRDefault="00C65E37" w:rsidP="00C65E37">
            <w:r w:rsidRPr="00432CD9">
              <w:t xml:space="preserve"> </w:t>
            </w:r>
          </w:p>
        </w:tc>
      </w:tr>
      <w:tr w:rsidR="00C65E37" w:rsidRPr="00DF25B3" w:rsidTr="009735EA">
        <w:trPr>
          <w:trHeight w:val="475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C65E37" w:rsidRPr="00432CD9" w:rsidRDefault="00C65E37" w:rsidP="00C65E37">
            <w:pPr>
              <w:jc w:val="center"/>
            </w:pPr>
            <w:r w:rsidRPr="00432CD9">
              <w:t>3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37" w:rsidRPr="00620DD0" w:rsidRDefault="00C65E37" w:rsidP="00C65E37">
            <w:proofErr w:type="spellStart"/>
            <w:r w:rsidRPr="00620DD0">
              <w:t>Cpu</w:t>
            </w:r>
            <w:proofErr w:type="spellEnd"/>
            <w:r w:rsidRPr="00620DD0">
              <w:t xml:space="preserve"> &gt;=8 </w:t>
            </w:r>
            <w:proofErr w:type="spellStart"/>
            <w:r w:rsidRPr="00620DD0">
              <w:t>cores</w:t>
            </w:r>
            <w:proofErr w:type="spellEnd"/>
          </w:p>
        </w:tc>
        <w:tc>
          <w:tcPr>
            <w:tcW w:w="1116" w:type="dxa"/>
            <w:vAlign w:val="center"/>
          </w:tcPr>
          <w:p w:rsidR="00C65E37" w:rsidRPr="00432CD9" w:rsidRDefault="00C65E37" w:rsidP="00C65E37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C65E37" w:rsidRPr="00432CD9" w:rsidRDefault="00C65E37" w:rsidP="00C65E37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C65E37" w:rsidRPr="00432CD9" w:rsidRDefault="00C65E37" w:rsidP="00C65E37">
            <w:r w:rsidRPr="00432CD9">
              <w:t xml:space="preserve"> </w:t>
            </w:r>
          </w:p>
        </w:tc>
      </w:tr>
      <w:tr w:rsidR="00C65E37" w:rsidRPr="00DF25B3" w:rsidTr="00C65E37">
        <w:trPr>
          <w:trHeight w:val="353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C65E37" w:rsidRPr="00432CD9" w:rsidRDefault="00C65E37" w:rsidP="00C65E37">
            <w:pPr>
              <w:jc w:val="center"/>
            </w:pPr>
            <w:r w:rsidRPr="00432CD9">
              <w:t>4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37" w:rsidRPr="00620DD0" w:rsidRDefault="00C65E37" w:rsidP="00C65E37">
            <w:proofErr w:type="spellStart"/>
            <w:r w:rsidRPr="00620DD0">
              <w:t>Gpu</w:t>
            </w:r>
            <w:proofErr w:type="spellEnd"/>
            <w:r w:rsidRPr="00620DD0">
              <w:t xml:space="preserve"> &gt;=10 </w:t>
            </w:r>
            <w:proofErr w:type="spellStart"/>
            <w:r w:rsidRPr="00620DD0">
              <w:t>Cores</w:t>
            </w:r>
            <w:proofErr w:type="spellEnd"/>
          </w:p>
        </w:tc>
        <w:tc>
          <w:tcPr>
            <w:tcW w:w="1116" w:type="dxa"/>
            <w:vAlign w:val="center"/>
          </w:tcPr>
          <w:p w:rsidR="00C65E37" w:rsidRPr="00432CD9" w:rsidRDefault="00C65E37" w:rsidP="00C65E37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C65E37" w:rsidRPr="00432CD9" w:rsidRDefault="00C65E37" w:rsidP="00C65E37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C65E37" w:rsidRPr="00432CD9" w:rsidRDefault="00C65E37" w:rsidP="00C65E37">
            <w:r w:rsidRPr="00432CD9">
              <w:t xml:space="preserve"> </w:t>
            </w:r>
          </w:p>
        </w:tc>
      </w:tr>
      <w:tr w:rsidR="00C65E37" w:rsidRPr="00DF25B3" w:rsidTr="009735EA">
        <w:trPr>
          <w:trHeight w:val="399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C65E37" w:rsidRPr="00432CD9" w:rsidRDefault="00C65E37" w:rsidP="00C65E37">
            <w:pPr>
              <w:jc w:val="center"/>
            </w:pPr>
            <w:r w:rsidRPr="00432CD9">
              <w:t>5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37" w:rsidRPr="00620DD0" w:rsidRDefault="00C65E37" w:rsidP="00C65E37">
            <w:proofErr w:type="spellStart"/>
            <w:r w:rsidRPr="00620DD0">
              <w:t>Neural</w:t>
            </w:r>
            <w:proofErr w:type="spellEnd"/>
            <w:r w:rsidRPr="00620DD0">
              <w:t xml:space="preserve"> </w:t>
            </w:r>
            <w:proofErr w:type="spellStart"/>
            <w:r w:rsidRPr="00620DD0">
              <w:t>Engine</w:t>
            </w:r>
            <w:proofErr w:type="spellEnd"/>
            <w:r w:rsidRPr="00620DD0">
              <w:t xml:space="preserve"> &gt;=16 </w:t>
            </w:r>
            <w:proofErr w:type="spellStart"/>
            <w:r w:rsidRPr="00620DD0">
              <w:t>cores</w:t>
            </w:r>
            <w:proofErr w:type="spellEnd"/>
          </w:p>
        </w:tc>
        <w:tc>
          <w:tcPr>
            <w:tcW w:w="1116" w:type="dxa"/>
            <w:vAlign w:val="center"/>
          </w:tcPr>
          <w:p w:rsidR="00C65E37" w:rsidRPr="00432CD9" w:rsidRDefault="00C65E37" w:rsidP="00C65E37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C65E37" w:rsidRPr="00432CD9" w:rsidRDefault="00C65E37" w:rsidP="00C65E37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C65E37" w:rsidRPr="00432CD9" w:rsidRDefault="00C65E37" w:rsidP="00C65E37">
            <w:r w:rsidRPr="00432CD9">
              <w:t xml:space="preserve"> </w:t>
            </w:r>
          </w:p>
        </w:tc>
      </w:tr>
      <w:tr w:rsidR="00C65E37" w:rsidRPr="00DF25B3" w:rsidTr="00C65E37">
        <w:trPr>
          <w:trHeight w:val="437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C65E37" w:rsidRPr="00432CD9" w:rsidRDefault="00C65E37" w:rsidP="00C65E37">
            <w:pPr>
              <w:jc w:val="center"/>
            </w:pPr>
            <w:r w:rsidRPr="00432CD9">
              <w:t>6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37" w:rsidRPr="00620DD0" w:rsidRDefault="00C65E37" w:rsidP="00C65E37">
            <w:r w:rsidRPr="00620DD0">
              <w:t>Ανάλυση οθόνης &gt;=2560x1664</w:t>
            </w:r>
          </w:p>
        </w:tc>
        <w:tc>
          <w:tcPr>
            <w:tcW w:w="1116" w:type="dxa"/>
            <w:vAlign w:val="center"/>
          </w:tcPr>
          <w:p w:rsidR="00C65E37" w:rsidRPr="00432CD9" w:rsidRDefault="00C65E37" w:rsidP="00C65E37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C65E37" w:rsidRPr="00432CD9" w:rsidRDefault="00C65E37" w:rsidP="00C65E37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C65E37" w:rsidRPr="00432CD9" w:rsidRDefault="00C65E37" w:rsidP="00C65E37">
            <w:r w:rsidRPr="00432CD9">
              <w:t xml:space="preserve"> </w:t>
            </w:r>
          </w:p>
        </w:tc>
      </w:tr>
      <w:tr w:rsidR="00C65E37" w:rsidRPr="00EF62A6" w:rsidTr="009735EA">
        <w:trPr>
          <w:trHeight w:val="416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C65E37" w:rsidRPr="00432CD9" w:rsidRDefault="00C65E37" w:rsidP="00C65E37">
            <w:pPr>
              <w:jc w:val="center"/>
            </w:pPr>
            <w:r w:rsidRPr="00432CD9">
              <w:t>7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37" w:rsidRPr="00620DD0" w:rsidRDefault="00C65E37" w:rsidP="00C65E37">
            <w:r w:rsidRPr="00620DD0">
              <w:t xml:space="preserve">Μνήμη </w:t>
            </w:r>
            <w:proofErr w:type="spellStart"/>
            <w:r w:rsidRPr="00620DD0">
              <w:t>Ram</w:t>
            </w:r>
            <w:proofErr w:type="spellEnd"/>
            <w:r w:rsidRPr="00620DD0">
              <w:t xml:space="preserve"> &gt;=24GB</w:t>
            </w:r>
          </w:p>
        </w:tc>
        <w:tc>
          <w:tcPr>
            <w:tcW w:w="1116" w:type="dxa"/>
            <w:vAlign w:val="center"/>
          </w:tcPr>
          <w:p w:rsidR="00C65E37" w:rsidRPr="00432CD9" w:rsidRDefault="00C65E37" w:rsidP="00C65E37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C65E37" w:rsidRPr="00432CD9" w:rsidRDefault="00C65E37" w:rsidP="00C65E37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C65E37" w:rsidRPr="00432CD9" w:rsidRDefault="00C65E37" w:rsidP="00C65E37">
            <w:r w:rsidRPr="00432CD9">
              <w:t xml:space="preserve"> </w:t>
            </w:r>
          </w:p>
        </w:tc>
      </w:tr>
      <w:tr w:rsidR="00C65E37" w:rsidRPr="00DF25B3" w:rsidTr="009735EA">
        <w:trPr>
          <w:trHeight w:val="395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C65E37" w:rsidRPr="00432CD9" w:rsidRDefault="00C65E37" w:rsidP="00C65E37">
            <w:pPr>
              <w:jc w:val="center"/>
            </w:pPr>
            <w:r w:rsidRPr="00432CD9">
              <w:t>8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37" w:rsidRPr="00620DD0" w:rsidRDefault="00C65E37" w:rsidP="00C65E37">
            <w:r w:rsidRPr="00620DD0">
              <w:t>SSD &gt;= 1TB</w:t>
            </w:r>
          </w:p>
        </w:tc>
        <w:tc>
          <w:tcPr>
            <w:tcW w:w="1116" w:type="dxa"/>
            <w:vAlign w:val="center"/>
          </w:tcPr>
          <w:p w:rsidR="00C65E37" w:rsidRPr="00432CD9" w:rsidRDefault="00C65E37" w:rsidP="00C65E37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C65E37" w:rsidRPr="00432CD9" w:rsidRDefault="00C65E37" w:rsidP="00C65E37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C65E37" w:rsidRPr="00432CD9" w:rsidRDefault="00C65E37" w:rsidP="00C65E37">
            <w:r w:rsidRPr="00432CD9">
              <w:t xml:space="preserve"> </w:t>
            </w:r>
          </w:p>
        </w:tc>
      </w:tr>
      <w:tr w:rsidR="00C65E37" w:rsidRPr="00DF25B3" w:rsidTr="00C65E37">
        <w:trPr>
          <w:trHeight w:val="329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C65E37" w:rsidRPr="00432CD9" w:rsidRDefault="00C65E37" w:rsidP="00C65E37">
            <w:pPr>
              <w:jc w:val="center"/>
            </w:pPr>
            <w:r w:rsidRPr="00432CD9">
              <w:t>9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37" w:rsidRPr="00620DD0" w:rsidRDefault="00C65E37" w:rsidP="00C65E37">
            <w:r w:rsidRPr="00620DD0">
              <w:t xml:space="preserve">Βάρος &lt;= 1,3 </w:t>
            </w:r>
            <w:proofErr w:type="spellStart"/>
            <w:r w:rsidRPr="00620DD0">
              <w:t>Kg</w:t>
            </w:r>
            <w:proofErr w:type="spellEnd"/>
          </w:p>
        </w:tc>
        <w:tc>
          <w:tcPr>
            <w:tcW w:w="1116" w:type="dxa"/>
            <w:vAlign w:val="center"/>
          </w:tcPr>
          <w:p w:rsidR="00C65E37" w:rsidRPr="00432CD9" w:rsidRDefault="00C65E37" w:rsidP="00C65E37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C65E37" w:rsidRPr="00432CD9" w:rsidRDefault="00C65E37" w:rsidP="00C65E37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C65E37" w:rsidRPr="00432CD9" w:rsidRDefault="00C65E37" w:rsidP="00C65E37">
            <w:r w:rsidRPr="00432CD9">
              <w:t xml:space="preserve"> </w:t>
            </w:r>
          </w:p>
        </w:tc>
      </w:tr>
      <w:tr w:rsidR="00C65E37" w:rsidRPr="00DF25B3" w:rsidTr="00C65E37">
        <w:trPr>
          <w:trHeight w:val="434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C65E37" w:rsidRPr="00432CD9" w:rsidRDefault="00C65E37" w:rsidP="00C65E37">
            <w:pPr>
              <w:jc w:val="center"/>
            </w:pPr>
            <w:r w:rsidRPr="00432CD9">
              <w:t>10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37" w:rsidRPr="00620DD0" w:rsidRDefault="00C65E37" w:rsidP="00C65E37">
            <w:r w:rsidRPr="00620DD0">
              <w:t>Οθόνη 13,6' IPS</w:t>
            </w:r>
          </w:p>
        </w:tc>
        <w:tc>
          <w:tcPr>
            <w:tcW w:w="1116" w:type="dxa"/>
            <w:vAlign w:val="center"/>
          </w:tcPr>
          <w:p w:rsidR="00C65E37" w:rsidRPr="00432CD9" w:rsidRDefault="00C65E37" w:rsidP="00C65E37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C65E37" w:rsidRPr="00432CD9" w:rsidRDefault="00C65E37" w:rsidP="00C65E37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C65E37" w:rsidRPr="00432CD9" w:rsidRDefault="00C65E37" w:rsidP="00C65E37">
            <w:r w:rsidRPr="00432CD9">
              <w:t xml:space="preserve"> </w:t>
            </w:r>
          </w:p>
        </w:tc>
      </w:tr>
      <w:tr w:rsidR="00C65E37" w:rsidRPr="00DF25B3" w:rsidTr="009735EA">
        <w:trPr>
          <w:trHeight w:val="286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C65E37" w:rsidRPr="00432CD9" w:rsidRDefault="00C65E37" w:rsidP="00C65E37">
            <w:pPr>
              <w:jc w:val="center"/>
            </w:pPr>
            <w:r w:rsidRPr="00432CD9">
              <w:t>11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5E37" w:rsidRDefault="00C65E37" w:rsidP="00C65E37">
            <w:r w:rsidRPr="00620DD0">
              <w:t>Εγγύηση &gt;= 1 έτους</w:t>
            </w:r>
          </w:p>
        </w:tc>
        <w:tc>
          <w:tcPr>
            <w:tcW w:w="1116" w:type="dxa"/>
            <w:vAlign w:val="center"/>
          </w:tcPr>
          <w:p w:rsidR="00C65E37" w:rsidRPr="00432CD9" w:rsidRDefault="00C65E37" w:rsidP="00C65E37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C65E37" w:rsidRPr="00432CD9" w:rsidRDefault="00C65E37" w:rsidP="00C65E37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C65E37" w:rsidRPr="00432CD9" w:rsidRDefault="00C65E37" w:rsidP="00C65E37">
            <w:r w:rsidRPr="00432CD9">
              <w:t xml:space="preserve"> </w:t>
            </w:r>
          </w:p>
        </w:tc>
      </w:tr>
    </w:tbl>
    <w:p w:rsidR="00EB2777" w:rsidRDefault="00EB2777" w:rsidP="006C353C"/>
    <w:sectPr w:rsidR="00EB27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083FA3"/>
    <w:rsid w:val="0015565B"/>
    <w:rsid w:val="00185E48"/>
    <w:rsid w:val="001E6292"/>
    <w:rsid w:val="00250C6D"/>
    <w:rsid w:val="00343475"/>
    <w:rsid w:val="00406FB0"/>
    <w:rsid w:val="004B2EA7"/>
    <w:rsid w:val="00591317"/>
    <w:rsid w:val="00592D2F"/>
    <w:rsid w:val="006C353C"/>
    <w:rsid w:val="007420FC"/>
    <w:rsid w:val="009735EA"/>
    <w:rsid w:val="00997F72"/>
    <w:rsid w:val="00A10C31"/>
    <w:rsid w:val="00A40B4A"/>
    <w:rsid w:val="00B317A9"/>
    <w:rsid w:val="00C65E37"/>
    <w:rsid w:val="00C8287A"/>
    <w:rsid w:val="00E50C36"/>
    <w:rsid w:val="00E56EDD"/>
    <w:rsid w:val="00E57686"/>
    <w:rsid w:val="00EB2777"/>
    <w:rsid w:val="00F41BA0"/>
    <w:rsid w:val="00F74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886F2E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87E397AA</Template>
  <TotalTime>2</TotalTime>
  <Pages>1</Pages>
  <Words>70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5</cp:revision>
  <dcterms:created xsi:type="dcterms:W3CDTF">2025-09-10T06:55:00Z</dcterms:created>
  <dcterms:modified xsi:type="dcterms:W3CDTF">2025-09-15T09:01:00Z</dcterms:modified>
</cp:coreProperties>
</file>